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35EFA6D9" w:rsidR="0015669F" w:rsidRPr="000E5CAE" w:rsidRDefault="00F51B4E" w:rsidP="00706722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 xml:space="preserve">Senior specialista </w:t>
            </w:r>
            <w:r w:rsidRPr="00706722">
              <w:rPr>
                <w:rFonts w:asciiTheme="majorHAnsi" w:hAnsiTheme="majorHAnsi"/>
                <w:sz w:val="18"/>
                <w:lang w:eastAsia="cs-CZ"/>
              </w:rPr>
              <w:t xml:space="preserve">SAP </w:t>
            </w:r>
            <w:r w:rsidR="00706722" w:rsidRPr="00706722">
              <w:rPr>
                <w:rFonts w:asciiTheme="majorHAnsi" w:hAnsiTheme="majorHAnsi"/>
                <w:sz w:val="18"/>
                <w:lang w:eastAsia="cs-CZ"/>
              </w:rPr>
              <w:t>FI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6E1A9C44" w:rsidR="0015669F" w:rsidRPr="000E5CAE" w:rsidRDefault="0015669F" w:rsidP="00706722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 xml:space="preserve">Senior specialista </w:t>
            </w:r>
            <w:r w:rsidRPr="00706722">
              <w:rPr>
                <w:rFonts w:asciiTheme="majorHAnsi" w:hAnsiTheme="majorHAnsi"/>
                <w:sz w:val="18"/>
                <w:lang w:eastAsia="cs-CZ"/>
              </w:rPr>
              <w:t>SAP</w:t>
            </w:r>
            <w:r w:rsidR="00F51B4E" w:rsidRPr="00706722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706722" w:rsidRPr="00706722">
              <w:rPr>
                <w:rFonts w:asciiTheme="majorHAnsi" w:hAnsiTheme="majorHAnsi"/>
                <w:sz w:val="18"/>
                <w:lang w:eastAsia="cs-CZ"/>
              </w:rPr>
              <w:t>BC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18598D4B" w:rsidR="0015669F" w:rsidRPr="000E5CAE" w:rsidRDefault="0015669F" w:rsidP="00706722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 xml:space="preserve">Senior specialista </w:t>
            </w:r>
            <w:r w:rsidRPr="00706722">
              <w:rPr>
                <w:rFonts w:asciiTheme="majorHAnsi" w:hAnsiTheme="majorHAnsi"/>
                <w:sz w:val="18"/>
                <w:lang w:eastAsia="cs-CZ"/>
              </w:rPr>
              <w:t>SAP</w:t>
            </w:r>
            <w:r w:rsidR="00F51B4E" w:rsidRPr="00706722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706722" w:rsidRPr="00706722">
              <w:rPr>
                <w:rFonts w:asciiTheme="majorHAnsi" w:hAnsiTheme="majorHAnsi"/>
                <w:sz w:val="18"/>
                <w:lang w:eastAsia="cs-CZ"/>
              </w:rPr>
              <w:t>BTP</w:t>
            </w:r>
            <w:bookmarkStart w:id="0" w:name="_GoBack"/>
            <w:bookmarkEnd w:id="0"/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58D94697" w:rsidR="00813DC4" w:rsidRPr="00E002C3" w:rsidRDefault="00813DC4" w:rsidP="00706722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F51B4E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706722">
              <w:rPr>
                <w:rFonts w:asciiTheme="majorHAnsi" w:hAnsiTheme="majorHAnsi"/>
                <w:sz w:val="18"/>
                <w:lang w:eastAsia="cs-CZ"/>
              </w:rPr>
              <w:t>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EBD21E1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3A356AF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7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67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05920CF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7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67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06722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C6389"/>
    <w:rsid w:val="00FD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12824E-4EBE-4708-8763-342A4D39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2</Pages>
  <Words>141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17</cp:revision>
  <cp:lastPrinted>2017-11-28T17:18:00Z</cp:lastPrinted>
  <dcterms:created xsi:type="dcterms:W3CDTF">2020-02-20T14:02:00Z</dcterms:created>
  <dcterms:modified xsi:type="dcterms:W3CDTF">2024-08-07T12:46:00Z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